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1F5" w:rsidRDefault="00EA61F5" w:rsidP="00EA61F5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center"/>
        <w:rPr>
          <w:rFonts w:eastAsia="Calibri"/>
          <w:b/>
          <w:smallCaps/>
          <w:color w:val="0F243E"/>
          <w:sz w:val="28"/>
        </w:rPr>
      </w:pPr>
      <w:bookmarkStart w:id="0" w:name="CIG"/>
    </w:p>
    <w:p w:rsidR="00973437" w:rsidRDefault="00AF146B" w:rsidP="005E401C">
      <w:pPr>
        <w:pBdr>
          <w:bottom w:val="thickThinSmallGap" w:sz="12" w:space="1" w:color="0F243E"/>
        </w:pBdr>
        <w:spacing w:line="276" w:lineRule="auto"/>
        <w:ind w:firstLine="426"/>
        <w:contextualSpacing/>
        <w:jc w:val="center"/>
        <w:rPr>
          <w:rFonts w:ascii="Calibri" w:hAnsi="Calibri" w:cs="Calibri"/>
          <w:b/>
          <w:color w:val="000000"/>
        </w:rPr>
      </w:pPr>
      <w:r w:rsidRPr="009D747E">
        <w:rPr>
          <w:rFonts w:ascii="Calibri" w:hAnsi="Calibri" w:cs="Calibri"/>
          <w:b/>
          <w:color w:val="000000"/>
        </w:rPr>
        <w:t xml:space="preserve">PROCEDURA NEGOZIATA PER L'AFFIDAMENTO DEL SERVIZIO DI GESTIONE   DELLE ELISUPERFICI PER L'AZIENDA SANITARIA DI AVELLINO. CIG. </w:t>
      </w:r>
      <w:r w:rsidR="00AC67E1" w:rsidRPr="00C51627">
        <w:rPr>
          <w:rFonts w:ascii="Calibri" w:hAnsi="Calibri" w:cs="Calibri"/>
          <w:b/>
          <w:color w:val="000000"/>
        </w:rPr>
        <w:t>9294646884</w:t>
      </w:r>
      <w:bookmarkStart w:id="1" w:name="_GoBack"/>
      <w:bookmarkEnd w:id="1"/>
    </w:p>
    <w:p w:rsidR="00AF146B" w:rsidRPr="005E401C" w:rsidRDefault="00AF146B" w:rsidP="005E401C">
      <w:pPr>
        <w:pBdr>
          <w:bottom w:val="thickThinSmallGap" w:sz="12" w:space="1" w:color="0F243E"/>
        </w:pBdr>
        <w:spacing w:line="276" w:lineRule="auto"/>
        <w:ind w:firstLine="426"/>
        <w:contextualSpacing/>
        <w:jc w:val="center"/>
        <w:rPr>
          <w:rFonts w:eastAsia="Calibri"/>
          <w:b/>
          <w:smallCaps/>
          <w:sz w:val="28"/>
        </w:rPr>
      </w:pPr>
    </w:p>
    <w:p w:rsidR="003A3060" w:rsidRPr="00F24600" w:rsidRDefault="005365DF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 xml:space="preserve"> </w:t>
      </w:r>
      <w:r w:rsidR="003A3060"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="003A3060" w:rsidRPr="00F24600">
        <w:rPr>
          <w:rFonts w:ascii="Garamond" w:hAnsi="Garamond" w:cs="Calibri"/>
          <w:b/>
          <w:smallCaps/>
          <w:szCs w:val="24"/>
        </w:rPr>
        <w:t>”</w:t>
      </w:r>
    </w:p>
    <w:p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 xml:space="preserve">Il presente documento dovrà essere firmato dal dichiarante e allegato </w:t>
      </w:r>
      <w:r w:rsidR="005365DF">
        <w:rPr>
          <w:rFonts w:ascii="Garamond" w:hAnsi="Garamond" w:cs="Arial"/>
          <w:b/>
          <w:szCs w:val="24"/>
          <w:u w:val="single"/>
        </w:rPr>
        <w:t>all</w:t>
      </w:r>
      <w:r w:rsidR="00E31731">
        <w:rPr>
          <w:rFonts w:ascii="Garamond" w:hAnsi="Garamond" w:cs="Arial"/>
          <w:b/>
          <w:szCs w:val="24"/>
          <w:u w:val="single"/>
        </w:rPr>
        <w:t>a documentazione amministrativa</w:t>
      </w:r>
      <w:r w:rsidRPr="00F24600">
        <w:rPr>
          <w:rFonts w:ascii="Garamond" w:hAnsi="Garamond" w:cs="Arial"/>
          <w:b/>
          <w:szCs w:val="24"/>
          <w:u w:val="single"/>
        </w:rPr>
        <w:t>, secondo quanto indicato nel</w:t>
      </w:r>
      <w:r w:rsidR="00E31731">
        <w:rPr>
          <w:rFonts w:ascii="Garamond" w:hAnsi="Garamond" w:cs="Arial"/>
          <w:b/>
          <w:szCs w:val="24"/>
          <w:u w:val="single"/>
        </w:rPr>
        <w:t xml:space="preserve"> Capitolato Speciale di Appalto</w:t>
      </w:r>
      <w:r w:rsidRPr="00F24600">
        <w:rPr>
          <w:rFonts w:ascii="Garamond" w:hAnsi="Garamond" w:cs="Arial"/>
          <w:b/>
          <w:szCs w:val="24"/>
          <w:u w:val="single"/>
        </w:rPr>
        <w:t>.</w:t>
      </w:r>
    </w:p>
    <w:bookmarkEnd w:id="0"/>
    <w:p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120069892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20069892"/>
    </w:p>
    <w:p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688409135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88409135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1833779066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1833779066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579368074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579368074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24273866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4273866"/>
      <w:r w:rsidR="000E6AA2" w:rsidRPr="00CF04A7">
        <w:rPr>
          <w:rFonts w:ascii="Garamond" w:hAnsi="Garamond" w:cs="Arial"/>
          <w:sz w:val="22"/>
          <w:szCs w:val="22"/>
        </w:rPr>
        <w:t>,</w:t>
      </w:r>
    </w:p>
    <w:p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1468210389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1468210389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232784625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32784625"/>
      <w:r w:rsidRPr="00CF04A7">
        <w:rPr>
          <w:rFonts w:ascii="Garamond" w:hAnsi="Garamond" w:cs="Arial"/>
          <w:sz w:val="22"/>
          <w:szCs w:val="22"/>
        </w:rPr>
        <w:t>)</w:t>
      </w:r>
    </w:p>
    <w:p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311758164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311758164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891233219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891233219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663690899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663690899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115363127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15363127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495349741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95349741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1033987366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033987366"/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604118064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04118064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437656924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37656924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1721726158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721726158"/>
      <w:r w:rsidR="00AE3777" w:rsidRPr="00CF04A7">
        <w:rPr>
          <w:rFonts w:ascii="Garamond" w:hAnsi="Garamond" w:cs="Calibri"/>
          <w:sz w:val="22"/>
          <w:szCs w:val="22"/>
        </w:rPr>
        <w:t>;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733290735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33290735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727940198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27940198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1605583144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05583144"/>
      <w:r w:rsidR="00B1532E" w:rsidRPr="00CF04A7">
        <w:rPr>
          <w:rFonts w:ascii="Garamond" w:hAnsi="Garamond" w:cs="Calibri"/>
          <w:sz w:val="22"/>
          <w:szCs w:val="22"/>
        </w:rPr>
        <w:t>;</w:t>
      </w:r>
    </w:p>
    <w:p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proofErr w:type="gramStart"/>
      <w:r w:rsidRPr="00012056">
        <w:rPr>
          <w:rFonts w:ascii="Garamond" w:hAnsi="Garamond" w:cs="Arial"/>
          <w:sz w:val="22"/>
          <w:szCs w:val="22"/>
        </w:rPr>
        <w:t>D.Lgs</w:t>
      </w:r>
      <w:proofErr w:type="gramEnd"/>
      <w:r w:rsidRPr="00012056">
        <w:rPr>
          <w:rFonts w:ascii="Garamond" w:hAnsi="Garamond" w:cs="Arial"/>
          <w:sz w:val="22"/>
          <w:szCs w:val="22"/>
        </w:rPr>
        <w:t>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51387615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13876150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76233070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762330707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 xml:space="preserve">selezionare </w:t>
      </w:r>
      <w:proofErr w:type="gramStart"/>
      <w:r w:rsidRPr="002E4B43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2E4B43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56480954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64809540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proofErr w:type="gramStart"/>
      <w:r w:rsidR="00F51D31" w:rsidRPr="002E4B43">
        <w:rPr>
          <w:rFonts w:ascii="Garamond" w:hAnsi="Garamond"/>
          <w:sz w:val="22"/>
          <w:szCs w:val="22"/>
        </w:rPr>
        <w:t>D.Lgs</w:t>
      </w:r>
      <w:proofErr w:type="gramEnd"/>
      <w:r w:rsidR="00F51D31" w:rsidRPr="002E4B43">
        <w:rPr>
          <w:rFonts w:ascii="Garamond" w:hAnsi="Garamond"/>
          <w:sz w:val="22"/>
          <w:szCs w:val="22"/>
        </w:rPr>
        <w:t>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884285699" w:edGrp="everyone"/>
      <w:permStart w:id="1384593526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884285699"/>
      <w:permEnd w:id="1384593526"/>
      <w:r w:rsidR="00F41915" w:rsidRPr="002E4B43">
        <w:rPr>
          <w:rFonts w:ascii="Garamond" w:hAnsi="Garamond"/>
          <w:sz w:val="22"/>
          <w:szCs w:val="22"/>
        </w:rPr>
        <w:t>);</w:t>
      </w:r>
    </w:p>
    <w:p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2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2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:rsidTr="00E3616A">
        <w:trPr>
          <w:trHeight w:val="246"/>
          <w:jc w:val="center"/>
        </w:trPr>
        <w:tc>
          <w:tcPr>
            <w:tcW w:w="1431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754275184" w:edGrp="everyone" w:colFirst="0" w:colLast="0"/>
            <w:permStart w:id="353068215" w:edGrp="everyone" w:colFirst="1" w:colLast="1"/>
            <w:permStart w:id="2010934438" w:edGrp="everyone" w:colFirst="2" w:colLast="2"/>
            <w:permStart w:id="639833420" w:edGrp="everyone" w:colFirst="3" w:colLast="3"/>
            <w:permStart w:id="2082944533" w:edGrp="everyone" w:colFirst="4" w:colLast="4"/>
            <w:permStart w:id="2086616597" w:edGrp="everyone"/>
          </w:p>
        </w:tc>
        <w:tc>
          <w:tcPr>
            <w:tcW w:w="1145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660939281" w:edGrp="everyone" w:colFirst="0" w:colLast="0"/>
            <w:permStart w:id="1592003102" w:edGrp="everyone" w:colFirst="1" w:colLast="1"/>
            <w:permStart w:id="68033607" w:edGrp="everyone" w:colFirst="2" w:colLast="2"/>
            <w:permStart w:id="579023502" w:edGrp="everyone" w:colFirst="3" w:colLast="3"/>
            <w:permStart w:id="1224359404" w:edGrp="everyone" w:colFirst="4" w:colLast="4"/>
            <w:permStart w:id="1221415292" w:edGrp="everyone" w:colFirst="5" w:colLast="5"/>
            <w:permEnd w:id="754275184"/>
            <w:permEnd w:id="353068215"/>
            <w:permEnd w:id="2010934438"/>
            <w:permEnd w:id="639833420"/>
            <w:permEnd w:id="2082944533"/>
          </w:p>
        </w:tc>
        <w:tc>
          <w:tcPr>
            <w:tcW w:w="1145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2086616597"/>
      <w:permEnd w:id="660939281"/>
      <w:permEnd w:id="1592003102"/>
      <w:permEnd w:id="68033607"/>
      <w:permEnd w:id="579023502"/>
      <w:permEnd w:id="1224359404"/>
      <w:permEnd w:id="1221415292"/>
    </w:tbl>
    <w:p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430253789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430253789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:rsidTr="00E3616A">
        <w:trPr>
          <w:trHeight w:val="246"/>
          <w:jc w:val="center"/>
        </w:trPr>
        <w:tc>
          <w:tcPr>
            <w:tcW w:w="142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244061"/>
            <w:vAlign w:val="center"/>
          </w:tcPr>
          <w:p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misura </w:t>
            </w:r>
            <w:proofErr w:type="spellStart"/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  <w:proofErr w:type="spellEnd"/>
          </w:p>
          <w:p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076627100" w:edGrp="everyone" w:colFirst="0" w:colLast="0"/>
            <w:permStart w:id="1350896004" w:edGrp="everyone" w:colFirst="1" w:colLast="1"/>
            <w:permStart w:id="72892953" w:edGrp="everyone" w:colFirst="2" w:colLast="2"/>
            <w:permStart w:id="899634849" w:edGrp="everyone"/>
          </w:p>
        </w:tc>
        <w:tc>
          <w:tcPr>
            <w:tcW w:w="1144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699748644" w:edGrp="everyone" w:colFirst="0" w:colLast="0"/>
            <w:permStart w:id="775311986" w:edGrp="everyone" w:colFirst="1" w:colLast="1"/>
            <w:permStart w:id="1555958149" w:edGrp="everyone" w:colFirst="2" w:colLast="2"/>
            <w:permStart w:id="1422407802" w:edGrp="everyone" w:colFirst="3" w:colLast="3"/>
            <w:permEnd w:id="1076627100"/>
            <w:permEnd w:id="1350896004"/>
            <w:permEnd w:id="72892953"/>
          </w:p>
        </w:tc>
        <w:tc>
          <w:tcPr>
            <w:tcW w:w="1144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899634849"/>
      <w:permEnd w:id="699748644"/>
      <w:permEnd w:id="775311986"/>
      <w:permEnd w:id="1555958149"/>
      <w:permEnd w:id="1422407802"/>
    </w:tbl>
    <w:p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527970941" w:edGrp="everyone"/>
      <w:permStart w:id="546990517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527970941"/>
      <w:permEnd w:id="546990517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lastRenderedPageBreak/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074293992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074293992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:rsidTr="00E3616A">
        <w:trPr>
          <w:trHeight w:val="246"/>
          <w:jc w:val="center"/>
        </w:trPr>
        <w:tc>
          <w:tcPr>
            <w:tcW w:w="1321" w:type="pct"/>
            <w:shd w:val="clear" w:color="auto" w:fill="244061"/>
            <w:vAlign w:val="center"/>
          </w:tcPr>
          <w:p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244061"/>
            <w:vAlign w:val="center"/>
          </w:tcPr>
          <w:p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244061"/>
            <w:vAlign w:val="center"/>
          </w:tcPr>
          <w:p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984313780" w:edGrp="everyone" w:colFirst="0" w:colLast="0"/>
            <w:permStart w:id="33570889" w:edGrp="everyone" w:colFirst="1" w:colLast="1"/>
            <w:permStart w:id="2104455228" w:edGrp="everyone" w:colFirst="2" w:colLast="2"/>
            <w:permStart w:id="329868915" w:edGrp="everyone"/>
          </w:p>
        </w:tc>
        <w:tc>
          <w:tcPr>
            <w:tcW w:w="1472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786149885" w:edGrp="everyone" w:colFirst="0" w:colLast="0"/>
            <w:permStart w:id="1505324558" w:edGrp="everyone" w:colFirst="1" w:colLast="1"/>
            <w:permStart w:id="1628063227" w:edGrp="everyone" w:colFirst="2" w:colLast="2"/>
            <w:permStart w:id="787510861" w:edGrp="everyone" w:colFirst="3" w:colLast="3"/>
            <w:permEnd w:id="1984313780"/>
            <w:permEnd w:id="33570889"/>
            <w:permEnd w:id="2104455228"/>
          </w:p>
        </w:tc>
        <w:tc>
          <w:tcPr>
            <w:tcW w:w="1472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329868915"/>
      <w:permEnd w:id="1786149885"/>
      <w:permEnd w:id="1505324558"/>
      <w:permEnd w:id="1628063227"/>
      <w:permEnd w:id="787510861"/>
    </w:tbl>
    <w:p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BA504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BA504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3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</w:t>
      </w:r>
      <w:proofErr w:type="spellStart"/>
      <w:r w:rsidR="00CC05E3" w:rsidRPr="00CC05E3">
        <w:rPr>
          <w:rFonts w:ascii="Garamond" w:hAnsi="Garamond"/>
          <w:sz w:val="22"/>
          <w:szCs w:val="22"/>
        </w:rPr>
        <w:t>D.p.r.</w:t>
      </w:r>
      <w:proofErr w:type="spellEnd"/>
      <w:r w:rsidR="00CC05E3" w:rsidRPr="00CC05E3">
        <w:rPr>
          <w:rFonts w:ascii="Garamond" w:hAnsi="Garamond"/>
          <w:sz w:val="22"/>
          <w:szCs w:val="22"/>
        </w:rPr>
        <w:t xml:space="preserve">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3"/>
      <w:r w:rsidR="00CC05E3">
        <w:rPr>
          <w:rFonts w:ascii="Garamond" w:hAnsi="Garamond"/>
          <w:sz w:val="22"/>
          <w:szCs w:val="22"/>
        </w:rPr>
        <w:t xml:space="preserve">: </w:t>
      </w:r>
      <w:permStart w:id="1876843722" w:edGrp="everyone"/>
      <w:permStart w:id="892038766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1876843722"/>
      <w:permEnd w:id="892038766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976224747" w:edGrp="everyone"/>
      <w:permStart w:id="238385407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976224747"/>
      <w:permEnd w:id="238385407"/>
      <w:r w:rsidRPr="00BA5049">
        <w:rPr>
          <w:rFonts w:ascii="Garamond" w:hAnsi="Garamond"/>
          <w:sz w:val="22"/>
          <w:szCs w:val="22"/>
        </w:rPr>
        <w:t>).</w:t>
      </w:r>
    </w:p>
    <w:p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="006D5DA2"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="006D5DA2"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678184691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678184691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proofErr w:type="gramStart"/>
      <w:r w:rsidR="00CF6299" w:rsidRPr="007B4FE8">
        <w:rPr>
          <w:rFonts w:ascii="Garamond" w:hAnsi="Garamond" w:cs="Calibri"/>
          <w:sz w:val="22"/>
          <w:szCs w:val="22"/>
        </w:rPr>
        <w:t>D.Lgs</w:t>
      </w:r>
      <w:proofErr w:type="gramEnd"/>
      <w:r w:rsidR="00CF6299" w:rsidRPr="007B4FE8">
        <w:rPr>
          <w:rFonts w:ascii="Garamond" w:hAnsi="Garamond" w:cs="Calibri"/>
          <w:sz w:val="22"/>
          <w:szCs w:val="22"/>
        </w:rPr>
        <w:t>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2050716996" w:edGrp="everyone"/>
      <w:permStart w:id="597194120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2050716996"/>
      <w:r w:rsidR="004F0FE8">
        <w:rPr>
          <w:rFonts w:ascii="Garamond" w:hAnsi="Garamond"/>
          <w:sz w:val="22"/>
          <w:szCs w:val="22"/>
        </w:rPr>
        <w:t>;</w:t>
      </w:r>
      <w:permEnd w:id="597194120"/>
    </w:p>
    <w:p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</w:t>
      </w:r>
      <w:proofErr w:type="spellStart"/>
      <w:r w:rsidRPr="004B339A">
        <w:rPr>
          <w:rFonts w:ascii="Garamond" w:hAnsi="Garamond"/>
          <w:sz w:val="22"/>
          <w:szCs w:val="22"/>
        </w:rPr>
        <w:t>lett</w:t>
      </w:r>
      <w:proofErr w:type="spellEnd"/>
      <w:r w:rsidRPr="004B339A">
        <w:rPr>
          <w:rFonts w:ascii="Garamond" w:hAnsi="Garamond"/>
          <w:sz w:val="22"/>
          <w:szCs w:val="22"/>
        </w:rPr>
        <w:t xml:space="preserve">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</w:t>
      </w:r>
      <w:proofErr w:type="spellStart"/>
      <w:r w:rsidR="00475D3B" w:rsidRPr="000C302F">
        <w:rPr>
          <w:rFonts w:ascii="Garamond" w:hAnsi="Garamond"/>
          <w:sz w:val="22"/>
          <w:szCs w:val="22"/>
        </w:rPr>
        <w:t>d.p.r.</w:t>
      </w:r>
      <w:proofErr w:type="spellEnd"/>
      <w:r w:rsidR="00475D3B" w:rsidRPr="000C302F">
        <w:rPr>
          <w:rFonts w:ascii="Garamond" w:hAnsi="Garamond"/>
          <w:sz w:val="22"/>
          <w:szCs w:val="22"/>
        </w:rPr>
        <w:t xml:space="preserve"> 633/1972 e a comunicare alla stazione appaltante la nomina del proprio rappresentante fiscale, nelle forme di legge;</w:t>
      </w:r>
    </w:p>
    <w:p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</w:t>
      </w:r>
      <w:proofErr w:type="gramStart"/>
      <w:r w:rsidRPr="00754A9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54A9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7747573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lastRenderedPageBreak/>
        <w:t>☐</w:t>
      </w:r>
      <w:permEnd w:id="7747573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4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4"/>
      <w:permStart w:id="1298749574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298749574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1199335919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199335919"/>
      <w:r w:rsidR="00305107">
        <w:rPr>
          <w:rFonts w:ascii="Garamond" w:hAnsi="Garamond" w:cs="Arial"/>
          <w:sz w:val="22"/>
          <w:szCs w:val="22"/>
        </w:rPr>
        <w:t>;</w:t>
      </w:r>
    </w:p>
    <w:p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6501025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6501025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proofErr w:type="spellStart"/>
      <w:r w:rsidRPr="00305107">
        <w:rPr>
          <w:rFonts w:ascii="Garamond" w:hAnsi="Garamond"/>
          <w:b/>
          <w:bCs/>
          <w:i/>
          <w:iCs/>
          <w:sz w:val="22"/>
          <w:szCs w:val="22"/>
        </w:rPr>
        <w:t>Durc</w:t>
      </w:r>
      <w:proofErr w:type="spellEnd"/>
      <w:r w:rsidRPr="00305107">
        <w:rPr>
          <w:rFonts w:ascii="Garamond" w:hAnsi="Garamond"/>
          <w:b/>
          <w:bCs/>
          <w:i/>
          <w:iCs/>
          <w:sz w:val="22"/>
          <w:szCs w:val="22"/>
        </w:rPr>
        <w:t>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548174790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548174790"/>
      <w:r w:rsidR="00305107">
        <w:rPr>
          <w:rFonts w:ascii="Garamond" w:hAnsi="Garamond" w:cs="Arial"/>
          <w:sz w:val="22"/>
          <w:szCs w:val="22"/>
        </w:rPr>
        <w:t>.</w:t>
      </w:r>
    </w:p>
    <w:p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1447697271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1447697271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2128094830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2128094830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:rsidR="006142E4" w:rsidRPr="00CF04A7" w:rsidRDefault="005365DF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 xml:space="preserve">FIRMA </w:t>
      </w:r>
    </w:p>
    <w:sectPr w:rsidR="006142E4" w:rsidRPr="00CF04A7" w:rsidSect="000C60F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328" w:rsidRDefault="00742328">
      <w:r>
        <w:separator/>
      </w:r>
    </w:p>
  </w:endnote>
  <w:endnote w:type="continuationSeparator" w:id="0">
    <w:p w:rsidR="00742328" w:rsidRDefault="0074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8E4A05" w:rsidRPr="000C60F9" w:rsidTr="005365DF">
      <w:trPr>
        <w:trHeight w:val="150"/>
      </w:trPr>
      <w:tc>
        <w:tcPr>
          <w:tcW w:w="1208" w:type="pct"/>
        </w:tcPr>
        <w:p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:rsidR="00D14F39" w:rsidRDefault="00D14F39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</w:p>
        <w:p w:rsidR="008E4A05" w:rsidRPr="00E3616A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>Integrazione DGUE</w:t>
          </w:r>
        </w:p>
      </w:tc>
      <w:tc>
        <w:tcPr>
          <w:tcW w:w="1208" w:type="pct"/>
          <w:hideMark/>
        </w:tcPr>
        <w:p w:rsidR="008E4A05" w:rsidRPr="000C60F9" w:rsidRDefault="008E4A05" w:rsidP="008E4A05">
          <w:pPr>
            <w:pStyle w:val="Pidipagina"/>
            <w:jc w:val="right"/>
            <w:rPr>
              <w:rFonts w:ascii="Imprint MT Shadow" w:hAnsi="Imprint MT Shadow"/>
            </w:rPr>
          </w:pPr>
          <w:r w:rsidRPr="000C60F9">
            <w:rPr>
              <w:rFonts w:ascii="Imprint MT Shadow" w:hAnsi="Imprint MT Shadow"/>
            </w:rPr>
            <w:t xml:space="preserve">Pag.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PAGE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AC67E1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  <w:r w:rsidRPr="000C60F9">
            <w:rPr>
              <w:rFonts w:ascii="Imprint MT Shadow" w:hAnsi="Imprint MT Shadow"/>
            </w:rPr>
            <w:t xml:space="preserve"> di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NUMPAGES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AC67E1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</w:p>
      </w:tc>
    </w:tr>
    <w:tr w:rsidR="008E4A05" w:rsidRPr="00BB06E4" w:rsidTr="005365DF">
      <w:trPr>
        <w:trHeight w:val="150"/>
      </w:trPr>
      <w:tc>
        <w:tcPr>
          <w:tcW w:w="5000" w:type="pct"/>
          <w:gridSpan w:val="3"/>
        </w:tcPr>
        <w:p w:rsidR="008E4A05" w:rsidRPr="00D42159" w:rsidRDefault="00D14F39" w:rsidP="00D14F39">
          <w:pPr>
            <w:pStyle w:val="Pidipagina"/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ASL Avellino – Via degli </w:t>
          </w:r>
          <w:proofErr w:type="spellStart"/>
          <w:r w:rsidRPr="00D42159">
            <w:rPr>
              <w:rFonts w:ascii="Imprint MT Shadow" w:hAnsi="Imprint MT Shadow" w:cs="Arial"/>
              <w:color w:val="0F243E"/>
              <w:sz w:val="16"/>
            </w:rPr>
            <w:t>Imbimbo</w:t>
          </w:r>
          <w:proofErr w:type="spellEnd"/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 10/12 – 83100 Avellino </w:t>
          </w:r>
        </w:p>
        <w:p w:rsidR="00D14F39" w:rsidRPr="000C60F9" w:rsidRDefault="00D14F39" w:rsidP="00D14F39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>CF e P.IVA 02600160648</w:t>
          </w:r>
        </w:p>
      </w:tc>
    </w:tr>
  </w:tbl>
  <w:p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5365DF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</w:p>
        <w:p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5365DF">
            <w:rPr>
              <w:noProof/>
              <w:sz w:val="16"/>
              <w:szCs w:val="20"/>
            </w:rPr>
            <w:t>INTEGRAZIONE DGUE</w:t>
          </w:r>
          <w:r>
            <w:rPr>
              <w:noProof/>
            </w:rPr>
            <w:fldChar w:fldCharType="end"/>
          </w:r>
        </w:p>
      </w:tc>
    </w:tr>
  </w:tbl>
  <w:p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328" w:rsidRDefault="00742328">
      <w:r>
        <w:separator/>
      </w:r>
    </w:p>
  </w:footnote>
  <w:footnote w:type="continuationSeparator" w:id="0">
    <w:p w:rsidR="00742328" w:rsidRDefault="00742328">
      <w:r>
        <w:continuationSeparator/>
      </w:r>
    </w:p>
  </w:footnote>
  <w:footnote w:id="1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</w:t>
      </w:r>
      <w:proofErr w:type="spellStart"/>
      <w:r w:rsidRPr="00032A4A">
        <w:t>lett</w:t>
      </w:r>
      <w:proofErr w:type="spellEnd"/>
      <w:r w:rsidRPr="00032A4A">
        <w:t>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742328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742328" w:rsidP="000C33D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E4"/>
    <w:rsid w:val="00003AD5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50BBA"/>
    <w:rsid w:val="00054201"/>
    <w:rsid w:val="00055712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C99"/>
    <w:rsid w:val="00340C8C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5835"/>
    <w:rsid w:val="004E730E"/>
    <w:rsid w:val="004F0FE8"/>
    <w:rsid w:val="004F1762"/>
    <w:rsid w:val="005000EA"/>
    <w:rsid w:val="00501E73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65DF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7018D"/>
    <w:rsid w:val="00572FD2"/>
    <w:rsid w:val="00574DC9"/>
    <w:rsid w:val="00577041"/>
    <w:rsid w:val="0059051D"/>
    <w:rsid w:val="00591954"/>
    <w:rsid w:val="00591E6F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91C46"/>
    <w:rsid w:val="00691F3A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314BE"/>
    <w:rsid w:val="0073326B"/>
    <w:rsid w:val="0073328B"/>
    <w:rsid w:val="00734827"/>
    <w:rsid w:val="00736039"/>
    <w:rsid w:val="007361E8"/>
    <w:rsid w:val="007363B3"/>
    <w:rsid w:val="00740611"/>
    <w:rsid w:val="00742328"/>
    <w:rsid w:val="007469AD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3B00"/>
    <w:rsid w:val="007D4C5F"/>
    <w:rsid w:val="007D53CE"/>
    <w:rsid w:val="007D761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27E76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42F7C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2736C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41C9"/>
    <w:rsid w:val="00AC5196"/>
    <w:rsid w:val="00AC5229"/>
    <w:rsid w:val="00AC5FE7"/>
    <w:rsid w:val="00AC67E1"/>
    <w:rsid w:val="00AC7EE6"/>
    <w:rsid w:val="00AD1515"/>
    <w:rsid w:val="00AD180D"/>
    <w:rsid w:val="00AD1A2D"/>
    <w:rsid w:val="00AD4879"/>
    <w:rsid w:val="00AD6E7A"/>
    <w:rsid w:val="00AE284E"/>
    <w:rsid w:val="00AE3777"/>
    <w:rsid w:val="00AE5F16"/>
    <w:rsid w:val="00AE7965"/>
    <w:rsid w:val="00AE7D34"/>
    <w:rsid w:val="00AF146B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A5F84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63E7"/>
    <w:rsid w:val="00C309D2"/>
    <w:rsid w:val="00C315E5"/>
    <w:rsid w:val="00C31DDB"/>
    <w:rsid w:val="00C31FF9"/>
    <w:rsid w:val="00C33342"/>
    <w:rsid w:val="00C350E0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3C00"/>
    <w:rsid w:val="00CC6A9C"/>
    <w:rsid w:val="00CC701D"/>
    <w:rsid w:val="00CC74A2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4F39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2159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1731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1AB2"/>
    <w:rsid w:val="00E92A5F"/>
    <w:rsid w:val="00E941B3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5A2C"/>
    <w:rsid w:val="00F76F5A"/>
    <w:rsid w:val="00F7706F"/>
    <w:rsid w:val="00F8229C"/>
    <w:rsid w:val="00F855CA"/>
    <w:rsid w:val="00F85BB2"/>
    <w:rsid w:val="00F87BED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C6978-1795-4056-9B9D-256929E04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3</TotalTime>
  <Pages>4</Pages>
  <Words>1389</Words>
  <Characters>7922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Giuseppe Grasso</cp:lastModifiedBy>
  <cp:revision>7</cp:revision>
  <cp:lastPrinted>2017-07-26T12:31:00Z</cp:lastPrinted>
  <dcterms:created xsi:type="dcterms:W3CDTF">2021-02-26T08:04:00Z</dcterms:created>
  <dcterms:modified xsi:type="dcterms:W3CDTF">2022-06-24T09:53:00Z</dcterms:modified>
</cp:coreProperties>
</file>